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1DE47" w14:textId="77777777" w:rsidR="00153E8D" w:rsidRPr="00E960BB" w:rsidRDefault="00997F14" w:rsidP="00153E8D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153E8D" w:rsidRPr="00E960BB">
        <w:rPr>
          <w:rFonts w:ascii="Corbel" w:hAnsi="Corbel"/>
          <w:bCs/>
          <w:i/>
        </w:rPr>
        <w:t>Załącznik nr 1.5 do Zarządzenia Rektora UR  nr 12/2019</w:t>
      </w:r>
    </w:p>
    <w:p w14:paraId="5E291A0A" w14:textId="77777777" w:rsidR="00153E8D" w:rsidRPr="009C54AE" w:rsidRDefault="00153E8D" w:rsidP="00153E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D8E013" w14:textId="77777777" w:rsidR="00153E8D" w:rsidRPr="009C54AE" w:rsidRDefault="00153E8D" w:rsidP="00153E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</w:t>
      </w:r>
      <w:r w:rsidR="00E829AA">
        <w:rPr>
          <w:rFonts w:ascii="Corbel" w:hAnsi="Corbel"/>
          <w:smallCaps/>
          <w:sz w:val="24"/>
          <w:szCs w:val="24"/>
        </w:rPr>
        <w:t>19</w:t>
      </w:r>
      <w:r>
        <w:rPr>
          <w:rFonts w:ascii="Corbel" w:hAnsi="Corbel"/>
          <w:smallCaps/>
          <w:sz w:val="24"/>
          <w:szCs w:val="24"/>
        </w:rPr>
        <w:t>-202</w:t>
      </w:r>
      <w:r w:rsidR="00E829AA">
        <w:rPr>
          <w:rFonts w:ascii="Corbel" w:hAnsi="Corbel"/>
          <w:smallCaps/>
          <w:sz w:val="24"/>
          <w:szCs w:val="24"/>
        </w:rPr>
        <w:t>2</w:t>
      </w:r>
    </w:p>
    <w:p w14:paraId="40192F11" w14:textId="77777777" w:rsidR="00153E8D" w:rsidRPr="00EA4832" w:rsidRDefault="00153E8D" w:rsidP="00153E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</w:t>
      </w:r>
      <w:r w:rsidR="00E829AA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E829AA">
        <w:rPr>
          <w:rFonts w:ascii="Corbel" w:hAnsi="Corbel"/>
          <w:sz w:val="20"/>
          <w:szCs w:val="20"/>
        </w:rPr>
        <w:t>1</w:t>
      </w:r>
    </w:p>
    <w:p w14:paraId="212F63D0" w14:textId="77777777" w:rsidR="0085747A" w:rsidRPr="00153E8D" w:rsidRDefault="00CD6897" w:rsidP="00153E8D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>
        <w:rPr>
          <w:rFonts w:ascii="Times New Roman" w:hAnsi="Times New Roman"/>
          <w:b/>
          <w:bCs/>
        </w:rPr>
        <w:tab/>
      </w:r>
    </w:p>
    <w:p w14:paraId="3214E4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78A18B" w14:textId="77777777" w:rsidTr="00B819C8">
        <w:tc>
          <w:tcPr>
            <w:tcW w:w="2694" w:type="dxa"/>
            <w:vAlign w:val="center"/>
          </w:tcPr>
          <w:p w14:paraId="669775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B950F4B" w14:textId="77777777" w:rsidR="0085747A" w:rsidRPr="00C4528E" w:rsidRDefault="00457E2B" w:rsidP="00153E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E2B">
              <w:rPr>
                <w:rFonts w:ascii="Corbel" w:hAnsi="Corbel"/>
                <w:sz w:val="24"/>
                <w:szCs w:val="24"/>
              </w:rPr>
              <w:t>Wspieranie zatrudnienia oraz rehabilitacja osób niepełnosprawnych</w:t>
            </w:r>
          </w:p>
        </w:tc>
      </w:tr>
      <w:tr w:rsidR="0085747A" w:rsidRPr="009C54AE" w14:paraId="64D938FF" w14:textId="77777777" w:rsidTr="00B819C8">
        <w:tc>
          <w:tcPr>
            <w:tcW w:w="2694" w:type="dxa"/>
            <w:vAlign w:val="center"/>
          </w:tcPr>
          <w:p w14:paraId="2ED9F7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7AECADEC" w14:textId="77777777" w:rsidR="0085747A" w:rsidRPr="009C54AE" w:rsidRDefault="00B8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P1S[3]O_0</w:t>
            </w:r>
            <w:r w:rsidR="007B6E28" w:rsidRPr="007B6E2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9430AB3" w14:textId="77777777" w:rsidTr="00B819C8">
        <w:tc>
          <w:tcPr>
            <w:tcW w:w="2694" w:type="dxa"/>
            <w:vAlign w:val="center"/>
          </w:tcPr>
          <w:p w14:paraId="7C6C736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67948F1C" w14:textId="77777777" w:rsidR="0085747A" w:rsidRPr="009C54AE" w:rsidRDefault="00C45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B06E4A" w14:textId="77777777" w:rsidTr="00B819C8">
        <w:tc>
          <w:tcPr>
            <w:tcW w:w="2694" w:type="dxa"/>
            <w:vAlign w:val="center"/>
          </w:tcPr>
          <w:p w14:paraId="2BFE53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D9842C" w14:textId="77777777" w:rsidR="0085747A" w:rsidRPr="009C54AE" w:rsidRDefault="00C45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4528E" w:rsidRPr="009C54AE" w14:paraId="23C75782" w14:textId="77777777" w:rsidTr="00B819C8">
        <w:tc>
          <w:tcPr>
            <w:tcW w:w="2694" w:type="dxa"/>
            <w:vAlign w:val="center"/>
          </w:tcPr>
          <w:p w14:paraId="1883F2B7" w14:textId="77777777" w:rsidR="00C4528E" w:rsidRPr="009C54AE" w:rsidRDefault="00C45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030444" w14:textId="77777777" w:rsidR="00C4528E" w:rsidRPr="009C54AE" w:rsidRDefault="00C4528E" w:rsidP="004C3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4528E" w:rsidRPr="009C54AE" w14:paraId="7E3112AC" w14:textId="77777777" w:rsidTr="00B819C8">
        <w:tc>
          <w:tcPr>
            <w:tcW w:w="2694" w:type="dxa"/>
            <w:vAlign w:val="center"/>
          </w:tcPr>
          <w:p w14:paraId="3174CF8C" w14:textId="77777777" w:rsidR="00C4528E" w:rsidRPr="009C54AE" w:rsidRDefault="00C45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94B05F9" w14:textId="77777777" w:rsidR="00C4528E" w:rsidRPr="009C54AE" w:rsidRDefault="00C4528E" w:rsidP="004C3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D019A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C4528E" w:rsidRPr="009C54AE" w14:paraId="46210317" w14:textId="77777777" w:rsidTr="00B819C8">
        <w:tc>
          <w:tcPr>
            <w:tcW w:w="2694" w:type="dxa"/>
            <w:vAlign w:val="center"/>
          </w:tcPr>
          <w:p w14:paraId="3BA63BEF" w14:textId="77777777" w:rsidR="00C4528E" w:rsidRPr="009C54AE" w:rsidRDefault="00C45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560594" w14:textId="77777777" w:rsidR="00C4528E" w:rsidRPr="009C54AE" w:rsidRDefault="00B86EE9" w:rsidP="004C3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19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528E" w:rsidRPr="002D019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C4528E" w:rsidRPr="009C54AE" w14:paraId="545E0587" w14:textId="77777777" w:rsidTr="00B819C8">
        <w:tc>
          <w:tcPr>
            <w:tcW w:w="2694" w:type="dxa"/>
            <w:vAlign w:val="center"/>
          </w:tcPr>
          <w:p w14:paraId="7B805ACD" w14:textId="77777777" w:rsidR="00C4528E" w:rsidRPr="009C54AE" w:rsidRDefault="00C45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285553" w14:textId="77777777" w:rsidR="00C4528E" w:rsidRPr="009C54AE" w:rsidRDefault="00B86EE9" w:rsidP="004C3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528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4528E" w:rsidRPr="009C54AE" w14:paraId="73E7DD2D" w14:textId="77777777" w:rsidTr="00B819C8">
        <w:tc>
          <w:tcPr>
            <w:tcW w:w="2694" w:type="dxa"/>
            <w:vAlign w:val="center"/>
          </w:tcPr>
          <w:p w14:paraId="3606E49C" w14:textId="77777777" w:rsidR="00C4528E" w:rsidRPr="009C54AE" w:rsidRDefault="00C45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7D02F9" w14:textId="77777777" w:rsidR="00C4528E" w:rsidRPr="009C54AE" w:rsidRDefault="00C4528E" w:rsidP="004C3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19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53E8D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9C240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7B6E2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C4528E" w:rsidRPr="009C54AE" w14:paraId="45652DB1" w14:textId="77777777" w:rsidTr="00B819C8">
        <w:tc>
          <w:tcPr>
            <w:tcW w:w="2694" w:type="dxa"/>
            <w:vAlign w:val="center"/>
          </w:tcPr>
          <w:p w14:paraId="211CF592" w14:textId="77777777" w:rsidR="00C4528E" w:rsidRPr="009C54AE" w:rsidRDefault="00C45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059D01" w14:textId="77777777" w:rsidR="00C4528E" w:rsidRPr="009C54AE" w:rsidRDefault="00B86EE9" w:rsidP="009C2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4062">
              <w:rPr>
                <w:rFonts w:ascii="Corbel" w:hAnsi="Corbel"/>
                <w:b w:val="0"/>
                <w:sz w:val="24"/>
                <w:szCs w:val="24"/>
              </w:rPr>
              <w:t>gólny</w:t>
            </w:r>
          </w:p>
        </w:tc>
      </w:tr>
      <w:tr w:rsidR="00C4528E" w:rsidRPr="009C54AE" w14:paraId="48EC7025" w14:textId="77777777" w:rsidTr="00B819C8">
        <w:tc>
          <w:tcPr>
            <w:tcW w:w="2694" w:type="dxa"/>
            <w:vAlign w:val="center"/>
          </w:tcPr>
          <w:p w14:paraId="5596C2BB" w14:textId="77777777" w:rsidR="00C4528E" w:rsidRPr="009C54AE" w:rsidRDefault="00C45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B95B33" w14:textId="77777777" w:rsidR="00C4528E" w:rsidRPr="009C54AE" w:rsidRDefault="00B86EE9" w:rsidP="004C3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528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4528E" w:rsidRPr="009C54AE" w14:paraId="77753F5B" w14:textId="77777777" w:rsidTr="00B819C8">
        <w:tc>
          <w:tcPr>
            <w:tcW w:w="2694" w:type="dxa"/>
            <w:vAlign w:val="center"/>
          </w:tcPr>
          <w:p w14:paraId="31971342" w14:textId="77777777" w:rsidR="00C4528E" w:rsidRPr="009C54AE" w:rsidRDefault="00C45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AA053" w14:textId="77777777" w:rsidR="00C4528E" w:rsidRPr="009C54AE" w:rsidRDefault="009C2401" w:rsidP="004C3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4528E">
              <w:rPr>
                <w:rFonts w:ascii="Corbel" w:hAnsi="Corbel"/>
                <w:b w:val="0"/>
                <w:sz w:val="24"/>
                <w:szCs w:val="24"/>
              </w:rPr>
              <w:t>Zofia Węgrzyn</w:t>
            </w:r>
          </w:p>
        </w:tc>
      </w:tr>
      <w:tr w:rsidR="00C4528E" w:rsidRPr="009C54AE" w14:paraId="56055A0E" w14:textId="77777777" w:rsidTr="00B819C8">
        <w:tc>
          <w:tcPr>
            <w:tcW w:w="2694" w:type="dxa"/>
            <w:vAlign w:val="center"/>
          </w:tcPr>
          <w:p w14:paraId="680C7088" w14:textId="77777777" w:rsidR="00C4528E" w:rsidRPr="009C54AE" w:rsidRDefault="00C45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45EF97" w14:textId="77777777" w:rsidR="00C4528E" w:rsidRPr="009C54AE" w:rsidRDefault="009C2401" w:rsidP="004C3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4528E">
              <w:rPr>
                <w:rFonts w:ascii="Corbel" w:hAnsi="Corbel"/>
                <w:b w:val="0"/>
                <w:sz w:val="24"/>
                <w:szCs w:val="24"/>
              </w:rPr>
              <w:t>Zofia Węgrzyn</w:t>
            </w:r>
          </w:p>
        </w:tc>
      </w:tr>
    </w:tbl>
    <w:p w14:paraId="265CC2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14:paraId="4F8B37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E081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D62A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6A7F5D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BA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5218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06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366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BB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A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13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C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4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4B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D4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6ADB633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DB88" w14:textId="77777777" w:rsidR="00015B8F" w:rsidRPr="009C54AE" w:rsidRDefault="00CB71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06262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A5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6430" w14:textId="77777777" w:rsidR="00015B8F" w:rsidRPr="009C54AE" w:rsidRDefault="00CB71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5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02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AF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3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2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05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A890" w14:textId="77777777" w:rsidR="00015B8F" w:rsidRPr="009C54AE" w:rsidRDefault="00CB71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D7948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0E17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819F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BBDE6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262C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F5195E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EF82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701C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FBE32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F468684" w14:textId="77777777" w:rsidR="0085747A" w:rsidRPr="009C54AE" w:rsidRDefault="000626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FA36200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370F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4295B0" w14:textId="77777777" w:rsidR="0006262C" w:rsidRDefault="000626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758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6B4F8F2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A89251" w14:textId="77777777" w:rsidTr="00745302">
        <w:tc>
          <w:tcPr>
            <w:tcW w:w="9670" w:type="dxa"/>
          </w:tcPr>
          <w:p w14:paraId="66344A12" w14:textId="77777777" w:rsidR="0085747A" w:rsidRPr="009C54AE" w:rsidRDefault="0006262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</w:t>
            </w:r>
            <w:r w:rsidR="00CB7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iadomości z zakresu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7F0A92A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502074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D8D6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D3321">
        <w:rPr>
          <w:rFonts w:ascii="Corbel" w:hAnsi="Corbel"/>
          <w:szCs w:val="24"/>
        </w:rPr>
        <w:t>uczenia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038575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F07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72689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95E81B9" w14:textId="77777777" w:rsidTr="00923D7D">
        <w:tc>
          <w:tcPr>
            <w:tcW w:w="851" w:type="dxa"/>
            <w:vAlign w:val="center"/>
          </w:tcPr>
          <w:p w14:paraId="31CA9EF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40FE09" w14:textId="77777777" w:rsidR="0085747A" w:rsidRPr="009C54AE" w:rsidRDefault="0006262C" w:rsidP="00CB71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Pr="0006262C">
              <w:rPr>
                <w:rFonts w:ascii="Corbel" w:hAnsi="Corbel"/>
                <w:b w:val="0"/>
                <w:sz w:val="24"/>
                <w:szCs w:val="24"/>
              </w:rPr>
              <w:t xml:space="preserve"> podstawowej wiedzy teoretycznej dotyczącej 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osób z niepełnosprawnościami.</w:t>
            </w:r>
          </w:p>
        </w:tc>
      </w:tr>
      <w:tr w:rsidR="0085747A" w:rsidRPr="009C54AE" w14:paraId="50FF8077" w14:textId="77777777" w:rsidTr="00923D7D">
        <w:tc>
          <w:tcPr>
            <w:tcW w:w="851" w:type="dxa"/>
            <w:vAlign w:val="center"/>
          </w:tcPr>
          <w:p w14:paraId="69A389F8" w14:textId="77777777" w:rsidR="0085747A" w:rsidRPr="009C54AE" w:rsidRDefault="005052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F0E149" w14:textId="77777777" w:rsidR="0085747A" w:rsidRPr="009C54AE" w:rsidRDefault="005052DE" w:rsidP="00CB71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Pr="005052DE">
              <w:rPr>
                <w:rFonts w:ascii="Corbel" w:hAnsi="Corbel"/>
                <w:b w:val="0"/>
                <w:sz w:val="24"/>
                <w:szCs w:val="24"/>
              </w:rPr>
              <w:t xml:space="preserve"> podstawowej wiedzy dotyczącej organizacji i zadań jednostek funkcjonujących w obszarze 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wsparcia osób niepełnosprawnych, ze szczególnym uwzględnieniem rehabilitacji i wsparcia zawodowego.</w:t>
            </w:r>
          </w:p>
        </w:tc>
      </w:tr>
      <w:tr w:rsidR="0085747A" w:rsidRPr="009C54AE" w14:paraId="3E51EDD1" w14:textId="77777777" w:rsidTr="00923D7D">
        <w:tc>
          <w:tcPr>
            <w:tcW w:w="851" w:type="dxa"/>
            <w:vAlign w:val="center"/>
          </w:tcPr>
          <w:p w14:paraId="74F031F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52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DBAB22B" w14:textId="77777777" w:rsidR="0085747A" w:rsidRPr="009C54AE" w:rsidRDefault="005052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Pr="005052DE">
              <w:rPr>
                <w:rFonts w:ascii="Corbel" w:hAnsi="Corbel"/>
                <w:b w:val="0"/>
                <w:sz w:val="24"/>
                <w:szCs w:val="24"/>
              </w:rPr>
              <w:t xml:space="preserve"> umiejętności ki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erowania osoby niepełnosprawnej / opiekuna osoby niepełnosprawnej do instytucji udzielającej odpowiedniej formy wsparcia.</w:t>
            </w:r>
          </w:p>
        </w:tc>
      </w:tr>
    </w:tbl>
    <w:p w14:paraId="681D4E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623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1D7B54" w:rsidRPr="009C54AE">
        <w:rPr>
          <w:rFonts w:ascii="Corbel" w:hAnsi="Corbel"/>
          <w:sz w:val="24"/>
          <w:szCs w:val="24"/>
        </w:rPr>
        <w:t xml:space="preserve"> </w:t>
      </w:r>
    </w:p>
    <w:p w14:paraId="1D6542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A29D3ED" w14:textId="77777777" w:rsidTr="0071620A">
        <w:tc>
          <w:tcPr>
            <w:tcW w:w="1701" w:type="dxa"/>
            <w:vAlign w:val="center"/>
          </w:tcPr>
          <w:p w14:paraId="50AA5E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</w:t>
            </w:r>
            <w:r w:rsidR="008D3321">
              <w:rPr>
                <w:rFonts w:ascii="Corbel" w:hAnsi="Corbel"/>
                <w:b w:val="0"/>
                <w:smallCaps w:val="0"/>
                <w:szCs w:val="24"/>
              </w:rPr>
              <w:t>y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432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D33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5D4D5103" w14:textId="77777777" w:rsidR="008D3321" w:rsidRPr="009C54AE" w:rsidRDefault="008D332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53E32F0" w14:textId="77777777" w:rsidTr="005E6E85">
        <w:tc>
          <w:tcPr>
            <w:tcW w:w="1701" w:type="dxa"/>
          </w:tcPr>
          <w:p w14:paraId="31B42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DFC6E0" w14:textId="77777777" w:rsidR="0085747A" w:rsidRPr="009C54AE" w:rsidRDefault="00153E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D5620" w:rsidRPr="007D5620">
              <w:rPr>
                <w:rFonts w:ascii="Corbel" w:hAnsi="Corbel"/>
                <w:b w:val="0"/>
                <w:smallCaps w:val="0"/>
                <w:szCs w:val="24"/>
              </w:rPr>
              <w:t xml:space="preserve"> zna i rozumie w stopniu zaawansowanym</w:t>
            </w:r>
            <w:r w:rsidR="007D5620">
              <w:t xml:space="preserve"> </w:t>
            </w:r>
            <w:r w:rsidR="007D5620" w:rsidRPr="007D5620">
              <w:rPr>
                <w:rFonts w:ascii="Corbel" w:hAnsi="Corbel"/>
                <w:b w:val="0"/>
                <w:smallCaps w:val="0"/>
                <w:szCs w:val="24"/>
              </w:rPr>
              <w:t>elementy struktur społecznych wchodzących w skład instytucji życia publicznego  oraz ich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te odnoszące się do zatrudnienia i rehabilitacji osób niepełnosprawnych</w:t>
            </w:r>
          </w:p>
        </w:tc>
        <w:tc>
          <w:tcPr>
            <w:tcW w:w="1873" w:type="dxa"/>
          </w:tcPr>
          <w:p w14:paraId="31DD637B" w14:textId="77777777" w:rsidR="0085747A" w:rsidRPr="009C54AE" w:rsidRDefault="008833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D562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6DE7BF1A" w14:textId="77777777" w:rsidTr="005E6E85">
        <w:tc>
          <w:tcPr>
            <w:tcW w:w="1701" w:type="dxa"/>
          </w:tcPr>
          <w:p w14:paraId="0E34DF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5EDD75" w14:textId="77777777" w:rsidR="0085747A" w:rsidRPr="009C54AE" w:rsidRDefault="00153E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D5620" w:rsidRPr="007D5620">
              <w:rPr>
                <w:rFonts w:ascii="Corbel" w:hAnsi="Corbel"/>
                <w:b w:val="0"/>
                <w:smallCaps w:val="0"/>
                <w:szCs w:val="24"/>
              </w:rPr>
              <w:t xml:space="preserve"> zna i rozumie w stopniu zaawansowanym normy prawne, zawodowe, etyczne i reguły organizujące struktury i instytucje społeczne działające na rzecz integracji społecznej oraz współpracy z otoczeniem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dla osób z niepełnosprawnościami</w:t>
            </w:r>
            <w:r w:rsidR="007D5620" w:rsidRPr="007D5620">
              <w:rPr>
                <w:rFonts w:ascii="Corbel" w:hAnsi="Corbel"/>
                <w:b w:val="0"/>
                <w:smallCaps w:val="0"/>
                <w:szCs w:val="24"/>
              </w:rPr>
              <w:t>; systemy normatywno-prawne i mechanizmy kontroli społecznej, zgodne z zasadami etyki zawodowej, cele organizacji, funkcje struktury i instytucje społeczne oraz rządzące nimi prawidłowości; zasady i normy etyczne oraz etykę zawodu pracownika socjalnego</w:t>
            </w:r>
          </w:p>
        </w:tc>
        <w:tc>
          <w:tcPr>
            <w:tcW w:w="1873" w:type="dxa"/>
          </w:tcPr>
          <w:p w14:paraId="5B628727" w14:textId="77777777" w:rsidR="0085747A" w:rsidRPr="009C54AE" w:rsidRDefault="008833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D5620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833E8" w:rsidRPr="009C54AE" w14:paraId="7EF8AD50" w14:textId="77777777" w:rsidTr="005E6E85">
        <w:tc>
          <w:tcPr>
            <w:tcW w:w="1701" w:type="dxa"/>
          </w:tcPr>
          <w:p w14:paraId="6E9B43C6" w14:textId="77777777" w:rsidR="008833E8" w:rsidRPr="009C54AE" w:rsidRDefault="008833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5840288" w14:textId="77777777" w:rsidR="008833E8" w:rsidRPr="009C54AE" w:rsidRDefault="00153E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008A3619" w:rsidRPr="008A3619">
              <w:rPr>
                <w:rFonts w:ascii="Corbel" w:hAnsi="Corbel"/>
                <w:b w:val="0"/>
                <w:smallCaps w:val="0"/>
                <w:szCs w:val="24"/>
              </w:rPr>
              <w:t xml:space="preserve">samodzielnie posługiwać się systemami normatywnymi oraz wybranymi normami i regułami (prawnymi, zawodowymi, moralnymi) w celu rozwiązania konkretnych zadań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wsparcia osób niepełnosprawnych</w:t>
            </w:r>
          </w:p>
        </w:tc>
        <w:tc>
          <w:tcPr>
            <w:tcW w:w="1873" w:type="dxa"/>
          </w:tcPr>
          <w:p w14:paraId="44620222" w14:textId="77777777" w:rsidR="008833E8" w:rsidRPr="009C54AE" w:rsidRDefault="008833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833E8" w:rsidRPr="009C54AE" w14:paraId="5EF3A221" w14:textId="77777777" w:rsidTr="008833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C389" w14:textId="77777777" w:rsidR="008833E8" w:rsidRPr="009C54AE" w:rsidRDefault="008833E8" w:rsidP="004C3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20C9" w14:textId="77777777" w:rsidR="008833E8" w:rsidRPr="009C54AE" w:rsidRDefault="00153E8D" w:rsidP="004C3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umiejętności </w:t>
            </w:r>
            <w:r w:rsidR="008A3619" w:rsidRPr="008A3619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podstawowymi podejściami teoretycznymi w analizowaniu różnych aspektów ludzkich zachowań w celu diagnozowania, prognozowania oraz formułowania programów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osób z niepełnosprawnościami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7379" w14:textId="77777777" w:rsidR="008833E8" w:rsidRPr="009C54AE" w:rsidRDefault="008A3619" w:rsidP="004C3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8833E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39FAD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3018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571F10C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D48A7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488316" w14:textId="77777777" w:rsidTr="00923D7D">
        <w:tc>
          <w:tcPr>
            <w:tcW w:w="9639" w:type="dxa"/>
          </w:tcPr>
          <w:p w14:paraId="3DD123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109AFCC" w14:textId="77777777" w:rsidTr="00923D7D">
        <w:tc>
          <w:tcPr>
            <w:tcW w:w="9639" w:type="dxa"/>
          </w:tcPr>
          <w:p w14:paraId="47D993D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C73F4D9" w14:textId="77777777" w:rsidTr="00923D7D">
        <w:tc>
          <w:tcPr>
            <w:tcW w:w="9639" w:type="dxa"/>
          </w:tcPr>
          <w:p w14:paraId="6BA9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59EC868" w14:textId="77777777" w:rsidTr="00923D7D">
        <w:tc>
          <w:tcPr>
            <w:tcW w:w="9639" w:type="dxa"/>
          </w:tcPr>
          <w:p w14:paraId="3785085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7AF17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8EE2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E8AF15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E770B0" w14:textId="77777777" w:rsidTr="00923D7D">
        <w:tc>
          <w:tcPr>
            <w:tcW w:w="9639" w:type="dxa"/>
          </w:tcPr>
          <w:p w14:paraId="735A727F" w14:textId="77777777" w:rsidR="0085747A" w:rsidRPr="009C54AE" w:rsidRDefault="008833E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</w:t>
            </w:r>
            <w:r w:rsidR="008A3619">
              <w:rPr>
                <w:rFonts w:ascii="Corbel" w:hAnsi="Corbel"/>
                <w:sz w:val="24"/>
                <w:szCs w:val="24"/>
              </w:rPr>
              <w:t>wienie literatury przedmiotu. (1</w:t>
            </w:r>
            <w:r>
              <w:rPr>
                <w:rFonts w:ascii="Corbel" w:hAnsi="Corbel"/>
                <w:sz w:val="24"/>
                <w:szCs w:val="24"/>
              </w:rPr>
              <w:t>h)</w:t>
            </w:r>
          </w:p>
        </w:tc>
      </w:tr>
      <w:tr w:rsidR="0085747A" w:rsidRPr="009C54AE" w14:paraId="19D65489" w14:textId="77777777" w:rsidTr="00923D7D">
        <w:tc>
          <w:tcPr>
            <w:tcW w:w="9639" w:type="dxa"/>
          </w:tcPr>
          <w:p w14:paraId="1CDB0833" w14:textId="77777777" w:rsidR="0085747A" w:rsidRPr="009C54AE" w:rsidRDefault="008A3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Geneza i ewolucja pojęcia niepełnosprawność. Status osoby niepełnosprawnej. Podstawa prawna.</w:t>
            </w:r>
            <w:r w:rsidR="008833E8">
              <w:rPr>
                <w:rFonts w:ascii="Corbel" w:hAnsi="Corbel"/>
                <w:sz w:val="24"/>
                <w:szCs w:val="24"/>
              </w:rPr>
              <w:t xml:space="preserve"> (2h)</w:t>
            </w:r>
          </w:p>
        </w:tc>
      </w:tr>
      <w:tr w:rsidR="0085747A" w:rsidRPr="009C54AE" w14:paraId="1969E0B4" w14:textId="77777777" w:rsidTr="00923D7D">
        <w:tc>
          <w:tcPr>
            <w:tcW w:w="9639" w:type="dxa"/>
          </w:tcPr>
          <w:p w14:paraId="4E75D499" w14:textId="77777777" w:rsidR="0085747A" w:rsidRPr="009C54AE" w:rsidRDefault="00883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A3619" w:rsidRPr="008A3619">
              <w:rPr>
                <w:rFonts w:ascii="Corbel" w:hAnsi="Corbel"/>
                <w:sz w:val="24"/>
                <w:szCs w:val="24"/>
              </w:rPr>
              <w:t xml:space="preserve">Orzekanie o niepełnosprawności. Organizacja, tryb, nadzór. </w:t>
            </w:r>
            <w:r>
              <w:rPr>
                <w:rFonts w:ascii="Corbel" w:hAnsi="Corbel"/>
                <w:sz w:val="24"/>
                <w:szCs w:val="24"/>
              </w:rPr>
              <w:t>(2h)</w:t>
            </w:r>
          </w:p>
        </w:tc>
      </w:tr>
      <w:tr w:rsidR="0085747A" w:rsidRPr="009C54AE" w14:paraId="1CC5799F" w14:textId="77777777" w:rsidTr="00923D7D">
        <w:tc>
          <w:tcPr>
            <w:tcW w:w="9639" w:type="dxa"/>
          </w:tcPr>
          <w:p w14:paraId="0DDE1B2E" w14:textId="77777777" w:rsidR="0085747A" w:rsidRPr="009C54AE" w:rsidRDefault="008A3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Stopnie niepełnosprawności. Uprawnienia i ulgi.</w:t>
            </w:r>
            <w:r w:rsidR="008833E8">
              <w:rPr>
                <w:rFonts w:ascii="Corbel" w:hAnsi="Corbel"/>
                <w:sz w:val="24"/>
                <w:szCs w:val="24"/>
              </w:rPr>
              <w:t xml:space="preserve"> (2h)</w:t>
            </w:r>
          </w:p>
        </w:tc>
      </w:tr>
      <w:tr w:rsidR="008833E8" w:rsidRPr="009C54AE" w14:paraId="0E7AC2AB" w14:textId="77777777" w:rsidTr="008833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8E4B" w14:textId="77777777" w:rsidR="008833E8" w:rsidRPr="009C54AE" w:rsidRDefault="008A3619" w:rsidP="008833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Rehabilitacja osób z niepełnosprawnością. Pojęcie, rodzaje, cel.</w:t>
            </w:r>
            <w:r w:rsidR="008833E8">
              <w:rPr>
                <w:rFonts w:ascii="Corbel" w:hAnsi="Corbel"/>
                <w:sz w:val="24"/>
                <w:szCs w:val="24"/>
              </w:rPr>
              <w:t xml:space="preserve"> (2h)</w:t>
            </w:r>
          </w:p>
        </w:tc>
      </w:tr>
      <w:tr w:rsidR="008833E8" w:rsidRPr="009C54AE" w14:paraId="6690D1A8" w14:textId="77777777" w:rsidTr="008833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D16C" w14:textId="77777777" w:rsidR="008833E8" w:rsidRPr="009C54AE" w:rsidRDefault="008A3619" w:rsidP="004C3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Wsparcie pracodawców zatrudniających osoby niepełnosprawne.</w:t>
            </w:r>
            <w:r w:rsidR="006121F1">
              <w:rPr>
                <w:rFonts w:ascii="Corbel" w:hAnsi="Corbel"/>
                <w:sz w:val="24"/>
                <w:szCs w:val="24"/>
              </w:rPr>
              <w:t xml:space="preserve"> (2h)</w:t>
            </w:r>
          </w:p>
        </w:tc>
      </w:tr>
      <w:tr w:rsidR="008833E8" w:rsidRPr="009C54AE" w14:paraId="00D1C1EF" w14:textId="77777777" w:rsidTr="008833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076D" w14:textId="77777777" w:rsidR="008833E8" w:rsidRPr="009C54AE" w:rsidRDefault="006121F1" w:rsidP="004C3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A3619" w:rsidRPr="008A3619">
              <w:rPr>
                <w:rFonts w:ascii="Corbel" w:hAnsi="Corbel"/>
                <w:sz w:val="24"/>
                <w:szCs w:val="24"/>
              </w:rPr>
              <w:t xml:space="preserve">Wsparcie samozatrudnienia osób niepełnosprawnych. </w:t>
            </w:r>
            <w:r>
              <w:rPr>
                <w:rFonts w:ascii="Corbel" w:hAnsi="Corbel"/>
                <w:sz w:val="24"/>
                <w:szCs w:val="24"/>
              </w:rPr>
              <w:t>(2h)</w:t>
            </w:r>
          </w:p>
        </w:tc>
      </w:tr>
      <w:tr w:rsidR="008833E8" w:rsidRPr="009C54AE" w14:paraId="2E35FBE1" w14:textId="77777777" w:rsidTr="008833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9F6E" w14:textId="77777777" w:rsidR="008833E8" w:rsidRPr="009C54AE" w:rsidRDefault="006121F1" w:rsidP="004C3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A3619" w:rsidRPr="008A3619">
              <w:rPr>
                <w:rFonts w:ascii="Corbel" w:hAnsi="Corbel"/>
                <w:sz w:val="24"/>
                <w:szCs w:val="24"/>
              </w:rPr>
              <w:t xml:space="preserve">Zadania i organizacja służb działających na rzecz osób z niepełnosprawnością. </w:t>
            </w:r>
            <w:r>
              <w:rPr>
                <w:rFonts w:ascii="Corbel" w:hAnsi="Corbel"/>
                <w:sz w:val="24"/>
                <w:szCs w:val="24"/>
              </w:rPr>
              <w:t>(2h)</w:t>
            </w:r>
          </w:p>
        </w:tc>
      </w:tr>
    </w:tbl>
    <w:p w14:paraId="680CB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1DF12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BA6F9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7D3B1" w14:textId="77777777" w:rsidR="00470508" w:rsidRPr="009C54AE" w:rsidRDefault="004705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Wprowadzający wykład problemowy z prezentacją m</w:t>
      </w:r>
      <w:r w:rsidR="008A3619">
        <w:rPr>
          <w:rFonts w:ascii="Corbel" w:hAnsi="Corbel"/>
          <w:b w:val="0"/>
          <w:smallCaps w:val="0"/>
          <w:szCs w:val="24"/>
        </w:rPr>
        <w:t>ultimedialną, analiza tekstów, aktów prawnych, dyskusja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E60ECFD" w14:textId="77777777" w:rsidR="0085747A" w:rsidRPr="00153C41" w:rsidRDefault="00BF2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7708E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660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4928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A503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8D3321">
        <w:rPr>
          <w:rFonts w:ascii="Corbel" w:hAnsi="Corbel"/>
          <w:smallCaps w:val="0"/>
          <w:szCs w:val="24"/>
        </w:rPr>
        <w:t>uczenia się</w:t>
      </w:r>
    </w:p>
    <w:p w14:paraId="797CC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7A964619" w14:textId="77777777" w:rsidTr="00923D7D">
        <w:tc>
          <w:tcPr>
            <w:tcW w:w="2410" w:type="dxa"/>
            <w:vAlign w:val="center"/>
          </w:tcPr>
          <w:p w14:paraId="438404E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ABE012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D33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63EA46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352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8335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99EB0DE" w14:textId="77777777" w:rsidTr="00923D7D">
        <w:tc>
          <w:tcPr>
            <w:tcW w:w="2410" w:type="dxa"/>
          </w:tcPr>
          <w:p w14:paraId="720C3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59B069FD" w14:textId="77777777" w:rsidR="0085747A" w:rsidRPr="009C54AE" w:rsidRDefault="00A7776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A7D7D">
              <w:rPr>
                <w:rFonts w:ascii="Corbel" w:hAnsi="Corbel"/>
                <w:b w:val="0"/>
                <w:szCs w:val="24"/>
              </w:rPr>
              <w:t xml:space="preserve">Obserwacja i udział w dyskusji w trakcie zajęć, przygotowanie i przedstawienie </w:t>
            </w:r>
            <w:r>
              <w:rPr>
                <w:rFonts w:ascii="Corbel" w:hAnsi="Corbel"/>
                <w:b w:val="0"/>
                <w:szCs w:val="24"/>
              </w:rPr>
              <w:t>eseju.</w:t>
            </w:r>
          </w:p>
        </w:tc>
        <w:tc>
          <w:tcPr>
            <w:tcW w:w="2126" w:type="dxa"/>
          </w:tcPr>
          <w:p w14:paraId="5FDF03B9" w14:textId="77777777" w:rsidR="0085747A" w:rsidRPr="009C54AE" w:rsidRDefault="008A36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A3619" w:rsidRPr="009C54AE" w14:paraId="13F48514" w14:textId="77777777" w:rsidTr="00923D7D">
        <w:tc>
          <w:tcPr>
            <w:tcW w:w="2410" w:type="dxa"/>
          </w:tcPr>
          <w:p w14:paraId="27F3F444" w14:textId="77777777" w:rsidR="008A3619" w:rsidRPr="009C54AE" w:rsidRDefault="008A36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4EE9058" w14:textId="77777777" w:rsidR="008A3619" w:rsidRPr="009C54AE" w:rsidRDefault="008A36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7D7D">
              <w:rPr>
                <w:rFonts w:ascii="Corbel" w:hAnsi="Corbel"/>
                <w:b w:val="0"/>
                <w:szCs w:val="24"/>
              </w:rPr>
              <w:t xml:space="preserve">Obserwacja i udział w dyskusji w trakcie zajęć, przygotowanie i przedstawienie </w:t>
            </w:r>
            <w:r>
              <w:rPr>
                <w:rFonts w:ascii="Corbel" w:hAnsi="Corbel"/>
                <w:b w:val="0"/>
                <w:szCs w:val="24"/>
              </w:rPr>
              <w:t>eseju.</w:t>
            </w:r>
          </w:p>
        </w:tc>
        <w:tc>
          <w:tcPr>
            <w:tcW w:w="2126" w:type="dxa"/>
          </w:tcPr>
          <w:p w14:paraId="5F247049" w14:textId="77777777" w:rsidR="008A3619" w:rsidRPr="009C54AE" w:rsidRDefault="008A3619" w:rsidP="002616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A3619" w:rsidRPr="009C54AE" w14:paraId="157F8594" w14:textId="77777777" w:rsidTr="004705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FA9A" w14:textId="77777777" w:rsidR="008A3619" w:rsidRPr="009C54AE" w:rsidRDefault="008A3619" w:rsidP="004C3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B179" w14:textId="77777777" w:rsidR="008A3619" w:rsidRPr="00A7776C" w:rsidRDefault="008A3619" w:rsidP="004C35A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7D7D">
              <w:rPr>
                <w:rFonts w:ascii="Corbel" w:hAnsi="Corbel"/>
                <w:b w:val="0"/>
                <w:szCs w:val="24"/>
              </w:rPr>
              <w:t xml:space="preserve">Obserwacja i udział w dyskusji w trakcie zajęć, przygotowanie i przedstawienie </w:t>
            </w:r>
            <w:r>
              <w:rPr>
                <w:rFonts w:ascii="Corbel" w:hAnsi="Corbel"/>
                <w:b w:val="0"/>
                <w:szCs w:val="24"/>
              </w:rPr>
              <w:t>eseju.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4C65" w14:textId="77777777" w:rsidR="008A3619" w:rsidRPr="009C54AE" w:rsidRDefault="008A3619" w:rsidP="002616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A3619" w:rsidRPr="009C54AE" w14:paraId="0BE9B560" w14:textId="77777777" w:rsidTr="004705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2BCC" w14:textId="77777777" w:rsidR="008A3619" w:rsidRPr="009C54AE" w:rsidRDefault="008A3619" w:rsidP="004C3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1151" w14:textId="77777777" w:rsidR="008A3619" w:rsidRPr="009C54AE" w:rsidRDefault="008A3619" w:rsidP="004C3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7D7D">
              <w:rPr>
                <w:rFonts w:ascii="Corbel" w:hAnsi="Corbel"/>
                <w:b w:val="0"/>
                <w:szCs w:val="24"/>
              </w:rPr>
              <w:t xml:space="preserve">Obserwacja i udział w dyskusji w trakcie zajęć, przygotowanie i przedstawienie </w:t>
            </w:r>
            <w:r>
              <w:rPr>
                <w:rFonts w:ascii="Corbel" w:hAnsi="Corbel"/>
                <w:b w:val="0"/>
                <w:szCs w:val="24"/>
              </w:rPr>
              <w:t>eseju.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32F5" w14:textId="77777777" w:rsidR="008A3619" w:rsidRPr="009C54AE" w:rsidRDefault="008A3619" w:rsidP="002616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FDFEB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D867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AFBC3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0965F4" w14:textId="77777777" w:rsidTr="00923D7D">
        <w:tc>
          <w:tcPr>
            <w:tcW w:w="9670" w:type="dxa"/>
          </w:tcPr>
          <w:p w14:paraId="0775572F" w14:textId="77777777" w:rsidR="0085747A" w:rsidRDefault="00A77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eseju zaliczeniowego – 90% oceny.</w:t>
            </w:r>
          </w:p>
          <w:p w14:paraId="3B9E5AAD" w14:textId="77777777" w:rsidR="0085747A" w:rsidRPr="009C54AE" w:rsidRDefault="00A77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– 10% oceny.</w:t>
            </w:r>
          </w:p>
        </w:tc>
      </w:tr>
    </w:tbl>
    <w:p w14:paraId="149929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AD6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2FC4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FB2AD1" w14:textId="77777777" w:rsidTr="003E1941">
        <w:tc>
          <w:tcPr>
            <w:tcW w:w="4962" w:type="dxa"/>
            <w:vAlign w:val="center"/>
          </w:tcPr>
          <w:p w14:paraId="418C54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8499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25113C2" w14:textId="77777777" w:rsidTr="00923D7D">
        <w:tc>
          <w:tcPr>
            <w:tcW w:w="4962" w:type="dxa"/>
          </w:tcPr>
          <w:p w14:paraId="2AA685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14BC1A7" w14:textId="77777777" w:rsidR="0085747A" w:rsidRPr="009C54AE" w:rsidRDefault="008A3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4C707F" w14:textId="77777777" w:rsidTr="00923D7D">
        <w:tc>
          <w:tcPr>
            <w:tcW w:w="4962" w:type="dxa"/>
          </w:tcPr>
          <w:p w14:paraId="5B6FEF7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0436B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ECB5C" w14:textId="77777777" w:rsidR="00C61DC5" w:rsidRPr="009C54AE" w:rsidRDefault="008A3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3795482" w14:textId="77777777" w:rsidTr="00923D7D">
        <w:tc>
          <w:tcPr>
            <w:tcW w:w="4962" w:type="dxa"/>
          </w:tcPr>
          <w:p w14:paraId="2B849D7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98C1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44C0570" w14:textId="77777777" w:rsidR="00C61DC5" w:rsidRPr="009C54AE" w:rsidRDefault="008A3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0A9414B" w14:textId="77777777" w:rsidTr="00923D7D">
        <w:tc>
          <w:tcPr>
            <w:tcW w:w="4962" w:type="dxa"/>
          </w:tcPr>
          <w:p w14:paraId="20ABC9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4AE22" w14:textId="77777777" w:rsidR="0085747A" w:rsidRPr="009C54AE" w:rsidRDefault="008A3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AAE1444" w14:textId="77777777" w:rsidTr="00923D7D">
        <w:tc>
          <w:tcPr>
            <w:tcW w:w="4962" w:type="dxa"/>
          </w:tcPr>
          <w:p w14:paraId="383AA6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0A9976" w14:textId="77777777" w:rsidR="0085747A" w:rsidRPr="009C54AE" w:rsidRDefault="008A3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34C4A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B62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68BE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6461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D158DE" w14:textId="77777777" w:rsidTr="0071620A">
        <w:trPr>
          <w:trHeight w:val="397"/>
        </w:trPr>
        <w:tc>
          <w:tcPr>
            <w:tcW w:w="3544" w:type="dxa"/>
          </w:tcPr>
          <w:p w14:paraId="320F7E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786F7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BFDD42A" w14:textId="77777777" w:rsidTr="0071620A">
        <w:trPr>
          <w:trHeight w:val="397"/>
        </w:trPr>
        <w:tc>
          <w:tcPr>
            <w:tcW w:w="3544" w:type="dxa"/>
          </w:tcPr>
          <w:p w14:paraId="0D4B0A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CD60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C1526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24EA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0FEF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9"/>
      </w:tblGrid>
      <w:tr w:rsidR="0085747A" w:rsidRPr="009C54AE" w14:paraId="7A48F968" w14:textId="77777777" w:rsidTr="0071620A">
        <w:trPr>
          <w:trHeight w:val="397"/>
        </w:trPr>
        <w:tc>
          <w:tcPr>
            <w:tcW w:w="7513" w:type="dxa"/>
          </w:tcPr>
          <w:p w14:paraId="52770498" w14:textId="77777777" w:rsidR="0085747A" w:rsidRPr="00F816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6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F817D5" w14:textId="77777777" w:rsidR="008A3619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Aktywizacja społeczna i zawodowa osób z niepełnosprawnością intelektualną. Warszawa 2005.</w:t>
            </w:r>
          </w:p>
          <w:p w14:paraId="5AB70D56" w14:textId="77777777" w:rsidR="008A3619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lang w:val="en-US"/>
              </w:rPr>
            </w:pPr>
            <w:proofErr w:type="spellStart"/>
            <w:r w:rsidRPr="00F816D3">
              <w:rPr>
                <w:rFonts w:ascii="Corbel" w:hAnsi="Corbel" w:cs="Tahoma"/>
                <w:color w:val="000000"/>
              </w:rPr>
              <w:t>Garbat</w:t>
            </w:r>
            <w:proofErr w:type="spellEnd"/>
            <w:r w:rsidRPr="00F816D3">
              <w:rPr>
                <w:rFonts w:ascii="Corbel" w:hAnsi="Corbel" w:cs="Tahoma"/>
                <w:color w:val="000000"/>
              </w:rPr>
              <w:t xml:space="preserve"> M. Zatrudnianie i rehabilitacja zawodowa osób z niepełnosprawnością w Europie. </w:t>
            </w:r>
            <w:proofErr w:type="spellStart"/>
            <w:r w:rsidRPr="00F816D3">
              <w:rPr>
                <w:rFonts w:ascii="Corbel" w:hAnsi="Corbel" w:cs="Tahoma"/>
                <w:color w:val="000000"/>
                <w:lang w:val="en-US"/>
              </w:rPr>
              <w:t>Zielona</w:t>
            </w:r>
            <w:proofErr w:type="spellEnd"/>
            <w:r w:rsidRPr="00F816D3">
              <w:rPr>
                <w:rFonts w:ascii="Corbel" w:hAnsi="Corbel" w:cs="Tahoma"/>
                <w:color w:val="000000"/>
                <w:lang w:val="en-US"/>
              </w:rPr>
              <w:t xml:space="preserve"> Góra 2012.</w:t>
            </w:r>
          </w:p>
          <w:p w14:paraId="3B87769B" w14:textId="77777777" w:rsidR="008A3619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lang w:val="en-US"/>
              </w:rPr>
            </w:pPr>
            <w:r w:rsidRPr="00F816D3">
              <w:rPr>
                <w:rFonts w:ascii="Corbel" w:hAnsi="Corbel" w:cs="Tahoma"/>
                <w:color w:val="000000"/>
                <w:lang w:val="en-US"/>
              </w:rPr>
              <w:t>Kamp M., Lynch C., Handbook – supported employment. Cornell University ILR School 2007. http://www.wase.net/handbookSE.pdf.</w:t>
            </w:r>
          </w:p>
          <w:p w14:paraId="56DDF465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Kopania A. Potrzeby zaspokajane w pracy i dzięki pracy. (w:) W. Łukowski (red.) Osoby z ograniczoną sprawnością na rynku pracy – portret środowiska. Warszawa 2007.</w:t>
            </w:r>
          </w:p>
          <w:p w14:paraId="1BF5A999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Majewski T. Jak zatrudniać osoby niepełnosprawne? Poradnik dla pracodawców. Warszawa 2007.</w:t>
            </w:r>
          </w:p>
          <w:p w14:paraId="3A78236E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Majewski T. Osoby niepełnosprawne: problemy, potrzeby i możliwości zawodowe. (w:) Kluczowa rola gminy w aktywizacji zawodowej osób niepełnosprawnych. Warszawa 2007.</w:t>
            </w:r>
          </w:p>
          <w:p w14:paraId="2DF40C6D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Majewski T. Psychologiczne znaczenie pracy zawodowej dla osoby niepełnosprawnej. (w:) A. Barczyński (red.) Społeczne korzyści zatrudniania osób niepełnosprawnych. Warszawa 2008.</w:t>
            </w:r>
          </w:p>
          <w:p w14:paraId="068D86CC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Majewski T. Rodzaj niepełnosprawności a potrzeby osób niepełnosprawnych w zakresie aktywizacji zawodowej. (w:) Potrzeby osób niepełnosprawnych w zakresie aktywizacji zawodowej. Materiały konferencyjne. Warszawa 2007.</w:t>
            </w:r>
          </w:p>
          <w:p w14:paraId="7E78E160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lastRenderedPageBreak/>
              <w:t>Otrębski W. Interakcyjny model rehabilitacji zawodowej osób z upośledzeniem umysłowym. Lublin 2007.</w:t>
            </w:r>
          </w:p>
          <w:p w14:paraId="7E6B1296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Otrębski W. Osoby z upośledzeniem umysłowym w sytuacji pracy. Lublin 2001.</w:t>
            </w:r>
          </w:p>
          <w:p w14:paraId="6CB5084A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Przystosowanie obiektów, pomieszczeń oraz stanowisk pracy dla osób niepełnosprawnych o specyficznych potrzebach - dobre praktyki. CIOP, Warszawa 2014.</w:t>
            </w:r>
          </w:p>
          <w:p w14:paraId="780BEC33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 xml:space="preserve">Rutkowska E., Rakowska J. Bariery w aktywizacji zawodowej osób z niepełnosprawnością. (w:) M. Piasecki, J. </w:t>
            </w:r>
            <w:proofErr w:type="spellStart"/>
            <w:r w:rsidRPr="00F816D3">
              <w:rPr>
                <w:rFonts w:ascii="Corbel" w:hAnsi="Corbel" w:cs="Tahoma"/>
                <w:color w:val="000000"/>
              </w:rPr>
              <w:t>Śliwak</w:t>
            </w:r>
            <w:proofErr w:type="spellEnd"/>
            <w:r w:rsidRPr="00F816D3">
              <w:rPr>
                <w:rFonts w:ascii="Corbel" w:hAnsi="Corbel" w:cs="Tahoma"/>
                <w:color w:val="000000"/>
              </w:rPr>
              <w:t xml:space="preserve"> (red.) Wybrane zagadnienia z rehabilitacji zawodowej osób niepełnosprawnych. Lublin 2008.</w:t>
            </w:r>
          </w:p>
          <w:p w14:paraId="7C716153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Sołtysińska G. ABC doradcy zawodowego. Poradnictwo zawodowe dla osób niepełnosprawnych Materiały dla szkolnego doradcy zawodowego. Krajowy Ośrodek Wspierania Edukacji Zawodowej i Ustawicznej. Warszawa 2010.</w:t>
            </w:r>
          </w:p>
          <w:p w14:paraId="24AFB6A6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 xml:space="preserve">Zatrudniając niepełnosprawnych: dobre praktyki pracodawców w Polsce i innych krajach Europy. (red.) E. </w:t>
            </w:r>
            <w:proofErr w:type="spellStart"/>
            <w:r w:rsidRPr="00F816D3">
              <w:rPr>
                <w:rFonts w:ascii="Corbel" w:hAnsi="Corbel" w:cs="Tahoma"/>
                <w:color w:val="000000"/>
              </w:rPr>
              <w:t>Giermanowska</w:t>
            </w:r>
            <w:proofErr w:type="spellEnd"/>
            <w:r w:rsidRPr="00F816D3">
              <w:rPr>
                <w:rFonts w:ascii="Corbel" w:hAnsi="Corbel" w:cs="Tahoma"/>
                <w:color w:val="000000"/>
              </w:rPr>
              <w:t>, Kraków 2014.</w:t>
            </w:r>
          </w:p>
          <w:p w14:paraId="03FEBDC6" w14:textId="77777777" w:rsidR="008A3619" w:rsidRPr="00F816D3" w:rsidRDefault="008A36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C302A2" w14:textId="77777777" w:rsidR="0006262C" w:rsidRPr="00F816D3" w:rsidRDefault="0006262C" w:rsidP="0006262C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</w:p>
        </w:tc>
      </w:tr>
      <w:tr w:rsidR="0085747A" w:rsidRPr="009C54AE" w14:paraId="1ED8DA9A" w14:textId="77777777" w:rsidTr="0071620A">
        <w:trPr>
          <w:trHeight w:val="397"/>
        </w:trPr>
        <w:tc>
          <w:tcPr>
            <w:tcW w:w="7513" w:type="dxa"/>
          </w:tcPr>
          <w:p w14:paraId="5C9514F3" w14:textId="77777777" w:rsidR="0085747A" w:rsidRPr="00F816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6D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518604" w14:textId="77777777" w:rsidR="008A3619" w:rsidRPr="00F816D3" w:rsidRDefault="008A36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8F3C30" w14:textId="77777777" w:rsidR="008A3619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lang w:val="en-US"/>
              </w:rPr>
            </w:pPr>
            <w:r w:rsidRPr="00F816D3">
              <w:rPr>
                <w:rFonts w:ascii="Corbel" w:hAnsi="Corbel" w:cs="Tahoma"/>
                <w:color w:val="000000"/>
              </w:rPr>
              <w:t xml:space="preserve">Badania wpływu kierunku i poziomu wykształcenia na aktywność zawodową osób niepełnosprawnych. Raport końcowy. CZĘŚĆ 6 Z 6. Perspektywa osób z upośledzeniami umysłowymi. PENTOR. </w:t>
            </w:r>
            <w:r w:rsidRPr="00F816D3">
              <w:rPr>
                <w:rFonts w:ascii="Corbel" w:hAnsi="Corbel" w:cs="Tahoma"/>
                <w:color w:val="000000"/>
                <w:lang w:val="en-US"/>
              </w:rPr>
              <w:t>RESEARCH INTERNATIONAL.</w:t>
            </w:r>
          </w:p>
          <w:p w14:paraId="2A04FD7E" w14:textId="77777777" w:rsidR="008A3619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lang w:val="en-US"/>
              </w:rPr>
            </w:pPr>
            <w:r w:rsidRPr="00F816D3">
              <w:rPr>
                <w:rFonts w:ascii="Corbel" w:hAnsi="Corbel" w:cs="Tahoma"/>
                <w:color w:val="000000"/>
                <w:lang w:val="en-US"/>
              </w:rPr>
              <w:t>http://www.pfron.org.pl/ftp/dokumenty/Badania_i_analizy/Raport_CZESC_6z6_N_umyslowa_final.pdf.</w:t>
            </w:r>
          </w:p>
          <w:p w14:paraId="1C7D8E96" w14:textId="77777777" w:rsidR="006F4062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 xml:space="preserve">Bidziński K. Aktywizacja zawodowa i społeczna integracja dorosłych osób z niepełnosprawnością intelektualną – przykłady dobrej praktyki z wybranych krajów Unii Europejskiej. (w:) Dorośli z niepełnosprawnością intelektualną w labiryntach codzienności. Analiza badań – krytyka podejść – propozycje rozwiązań. (red.) B. </w:t>
            </w:r>
            <w:proofErr w:type="spellStart"/>
            <w:r w:rsidRPr="00F816D3">
              <w:rPr>
                <w:rFonts w:ascii="Corbel" w:hAnsi="Corbel" w:cs="Tahoma"/>
                <w:color w:val="000000"/>
              </w:rPr>
              <w:t>Cytowska</w:t>
            </w:r>
            <w:proofErr w:type="spellEnd"/>
            <w:r w:rsidRPr="00F816D3">
              <w:rPr>
                <w:rFonts w:ascii="Corbel" w:hAnsi="Corbel" w:cs="Tahoma"/>
                <w:color w:val="000000"/>
              </w:rPr>
              <w:t>, Toruń 2011</w:t>
            </w:r>
            <w:r w:rsidR="006F4062" w:rsidRPr="00F816D3">
              <w:rPr>
                <w:rFonts w:ascii="Corbel" w:hAnsi="Corbel" w:cs="Tahoma"/>
                <w:color w:val="000000"/>
              </w:rPr>
              <w:t>.</w:t>
            </w:r>
          </w:p>
          <w:p w14:paraId="17D3D2BB" w14:textId="77777777" w:rsidR="008A3619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</w:p>
          <w:p w14:paraId="3448194A" w14:textId="77777777" w:rsidR="008A3619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Kompendium dobrych praktyk. Zatrudnienie wspomagane dla osób niepełnosprawnych w Unii Europejskiej i na obszarze Europejskiego Stowarzyszenia Wolnego Handlu</w:t>
            </w:r>
          </w:p>
          <w:p w14:paraId="4CFEFF0E" w14:textId="77777777" w:rsidR="008A3619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http://www.trenerpracy.eu/wp-content/uploads/kompendium-dobrych-praktyk.-zatrudnienie-wspomagane-dla-osob-niepelnosprawnych-w-unii-europejskiej.pdf</w:t>
            </w:r>
          </w:p>
          <w:p w14:paraId="6D8B8763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Poradnik dla osób z niepełnosprawnością intelektualną. www.psouu.org.pl</w:t>
            </w:r>
          </w:p>
          <w:p w14:paraId="1CD5CFDC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Poradnik dla pracodawców. www.psouu.org.pl</w:t>
            </w:r>
          </w:p>
          <w:p w14:paraId="5193FE2B" w14:textId="77777777" w:rsidR="006F4062" w:rsidRPr="00F816D3" w:rsidRDefault="006F4062" w:rsidP="006F4062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  <w:r w:rsidRPr="00F816D3">
              <w:rPr>
                <w:rFonts w:ascii="Corbel" w:hAnsi="Corbel" w:cs="Tahoma"/>
                <w:color w:val="000000"/>
              </w:rPr>
              <w:t>Poradnik dla Rodziców i Opiekunów. www.psouu.org.pl</w:t>
            </w:r>
          </w:p>
          <w:p w14:paraId="358A89E5" w14:textId="77777777" w:rsidR="008A3619" w:rsidRPr="00F816D3" w:rsidRDefault="008A3619" w:rsidP="008A3619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</w:rPr>
            </w:pPr>
          </w:p>
        </w:tc>
      </w:tr>
    </w:tbl>
    <w:p w14:paraId="004719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9E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4691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A592A" w14:textId="77777777" w:rsidR="00525313" w:rsidRDefault="00525313" w:rsidP="00C16ABF">
      <w:pPr>
        <w:spacing w:after="0" w:line="240" w:lineRule="auto"/>
      </w:pPr>
      <w:r>
        <w:separator/>
      </w:r>
    </w:p>
  </w:endnote>
  <w:endnote w:type="continuationSeparator" w:id="0">
    <w:p w14:paraId="14BC8462" w14:textId="77777777" w:rsidR="00525313" w:rsidRDefault="005253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629BA" w14:textId="77777777" w:rsidR="00525313" w:rsidRDefault="00525313" w:rsidP="00C16ABF">
      <w:pPr>
        <w:spacing w:after="0" w:line="240" w:lineRule="auto"/>
      </w:pPr>
      <w:r>
        <w:separator/>
      </w:r>
    </w:p>
  </w:footnote>
  <w:footnote w:type="continuationSeparator" w:id="0">
    <w:p w14:paraId="135D3406" w14:textId="77777777" w:rsidR="00525313" w:rsidRDefault="00525313" w:rsidP="00C16ABF">
      <w:pPr>
        <w:spacing w:after="0" w:line="240" w:lineRule="auto"/>
      </w:pPr>
      <w:r>
        <w:continuationSeparator/>
      </w:r>
    </w:p>
  </w:footnote>
  <w:footnote w:id="1">
    <w:p w14:paraId="2B43B4A4" w14:textId="77777777" w:rsidR="008D3321" w:rsidRDefault="008D3321" w:rsidP="008D33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62C"/>
    <w:rsid w:val="00070ED6"/>
    <w:rsid w:val="000742DC"/>
    <w:rsid w:val="00084C12"/>
    <w:rsid w:val="00092C49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E8D"/>
    <w:rsid w:val="00154381"/>
    <w:rsid w:val="00164FA7"/>
    <w:rsid w:val="00166A03"/>
    <w:rsid w:val="001718A7"/>
    <w:rsid w:val="001737CF"/>
    <w:rsid w:val="00176083"/>
    <w:rsid w:val="00192F37"/>
    <w:rsid w:val="001A354E"/>
    <w:rsid w:val="001A3623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29D8"/>
    <w:rsid w:val="002B48CE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3DD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7E2B"/>
    <w:rsid w:val="00461EFC"/>
    <w:rsid w:val="004652C2"/>
    <w:rsid w:val="00470508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2DE"/>
    <w:rsid w:val="00513B6F"/>
    <w:rsid w:val="00517C63"/>
    <w:rsid w:val="00525313"/>
    <w:rsid w:val="005363C4"/>
    <w:rsid w:val="00536BDE"/>
    <w:rsid w:val="00543ACC"/>
    <w:rsid w:val="005A0855"/>
    <w:rsid w:val="005A3196"/>
    <w:rsid w:val="005C080F"/>
    <w:rsid w:val="005C55E5"/>
    <w:rsid w:val="005C696A"/>
    <w:rsid w:val="005E6E85"/>
    <w:rsid w:val="005F31D2"/>
    <w:rsid w:val="0061029B"/>
    <w:rsid w:val="006121F1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4062"/>
    <w:rsid w:val="00706544"/>
    <w:rsid w:val="007072BA"/>
    <w:rsid w:val="0071620A"/>
    <w:rsid w:val="00716303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6E28"/>
    <w:rsid w:val="007C3299"/>
    <w:rsid w:val="007C3BCC"/>
    <w:rsid w:val="007D5620"/>
    <w:rsid w:val="007D6E56"/>
    <w:rsid w:val="007F4155"/>
    <w:rsid w:val="0081707E"/>
    <w:rsid w:val="00834B65"/>
    <w:rsid w:val="008351A5"/>
    <w:rsid w:val="008401E9"/>
    <w:rsid w:val="008449B3"/>
    <w:rsid w:val="0085747A"/>
    <w:rsid w:val="008833E8"/>
    <w:rsid w:val="00884922"/>
    <w:rsid w:val="00885F64"/>
    <w:rsid w:val="008917F9"/>
    <w:rsid w:val="008A3619"/>
    <w:rsid w:val="008A45F7"/>
    <w:rsid w:val="008C0CC0"/>
    <w:rsid w:val="008C19A9"/>
    <w:rsid w:val="008C379D"/>
    <w:rsid w:val="008C5147"/>
    <w:rsid w:val="008C5359"/>
    <w:rsid w:val="008C5363"/>
    <w:rsid w:val="008D3321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240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776C"/>
    <w:rsid w:val="00A97DE1"/>
    <w:rsid w:val="00AB053C"/>
    <w:rsid w:val="00AB58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EE9"/>
    <w:rsid w:val="00BB520A"/>
    <w:rsid w:val="00BC758D"/>
    <w:rsid w:val="00BD3869"/>
    <w:rsid w:val="00BD66E9"/>
    <w:rsid w:val="00BF1A59"/>
    <w:rsid w:val="00BF2C41"/>
    <w:rsid w:val="00C058B4"/>
    <w:rsid w:val="00C131B5"/>
    <w:rsid w:val="00C16ABF"/>
    <w:rsid w:val="00C170AE"/>
    <w:rsid w:val="00C26CB7"/>
    <w:rsid w:val="00C324C1"/>
    <w:rsid w:val="00C36992"/>
    <w:rsid w:val="00C4528E"/>
    <w:rsid w:val="00C56036"/>
    <w:rsid w:val="00C61DC5"/>
    <w:rsid w:val="00C67E92"/>
    <w:rsid w:val="00C70A26"/>
    <w:rsid w:val="00C766DF"/>
    <w:rsid w:val="00C94B98"/>
    <w:rsid w:val="00CA1AFB"/>
    <w:rsid w:val="00CA2B96"/>
    <w:rsid w:val="00CA5089"/>
    <w:rsid w:val="00CB71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71C8"/>
    <w:rsid w:val="00E102D3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9A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16D3"/>
    <w:rsid w:val="00F83B28"/>
    <w:rsid w:val="00F976C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823A"/>
  <w15:docId w15:val="{33652C3E-6E73-4514-9A19-98385AC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62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B0ADBE-7F11-470A-B90B-A6B43D313A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465EA-71DF-4EB8-98E6-04E7A533391D}"/>
</file>

<file path=customXml/itemProps3.xml><?xml version="1.0" encoding="utf-8"?>
<ds:datastoreItem xmlns:ds="http://schemas.openxmlformats.org/officeDocument/2006/customXml" ds:itemID="{15A162FE-74C4-46C9-86D3-DB62260322F8}"/>
</file>

<file path=customXml/itemProps4.xml><?xml version="1.0" encoding="utf-8"?>
<ds:datastoreItem xmlns:ds="http://schemas.openxmlformats.org/officeDocument/2006/customXml" ds:itemID="{61769358-1A12-4728-B01E-4B4F3501135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76</TotalTime>
  <Pages>5</Pages>
  <Words>1262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7</cp:revision>
  <cp:lastPrinted>2017-02-15T12:41:00Z</cp:lastPrinted>
  <dcterms:created xsi:type="dcterms:W3CDTF">2020-10-27T10:45:00Z</dcterms:created>
  <dcterms:modified xsi:type="dcterms:W3CDTF">2021-10-01T14:23:00Z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